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D1F" w:rsidRPr="009041E9" w:rsidRDefault="002E7D1F" w:rsidP="00870281">
      <w:pPr>
        <w:tabs>
          <w:tab w:val="left" w:pos="5430"/>
        </w:tabs>
        <w:jc w:val="center"/>
        <w:rPr>
          <w:rFonts w:ascii="Arial" w:hAnsi="Arial" w:cs="Arial"/>
          <w:b/>
          <w:bCs/>
          <w:shadow/>
          <w:sz w:val="72"/>
          <w:szCs w:val="72"/>
          <w:lang w:val="es-ES"/>
        </w:rPr>
      </w:pPr>
    </w:p>
    <w:p w:rsidR="002E7D1F" w:rsidRPr="009041E9" w:rsidRDefault="002E7D1F" w:rsidP="00C172D9">
      <w:pPr>
        <w:rPr>
          <w:rFonts w:ascii="Arial" w:hAnsi="Arial" w:cs="Arial"/>
          <w:b/>
          <w:bCs/>
          <w:shadow/>
          <w:sz w:val="36"/>
          <w:szCs w:val="36"/>
          <w:lang w:val="es-ES"/>
        </w:rPr>
      </w:pPr>
      <w:r>
        <w:rPr>
          <w:rFonts w:ascii="Arial" w:hAnsi="Arial" w:cs="Arial"/>
          <w:b/>
          <w:bCs/>
          <w:shadow/>
          <w:sz w:val="36"/>
          <w:szCs w:val="36"/>
          <w:lang w:val="es-ES"/>
        </w:rPr>
        <w:t>En primera per</w:t>
      </w:r>
      <w:r w:rsidRPr="009041E9">
        <w:rPr>
          <w:rFonts w:ascii="Arial" w:hAnsi="Arial" w:cs="Arial"/>
          <w:b/>
          <w:bCs/>
          <w:shadow/>
          <w:sz w:val="36"/>
          <w:szCs w:val="36"/>
          <w:lang w:val="es-ES"/>
        </w:rPr>
        <w:t>sona</w:t>
      </w:r>
    </w:p>
    <w:p w:rsidR="002E7D1F" w:rsidRPr="009041E9" w:rsidRDefault="002E7D1F" w:rsidP="00B923F2">
      <w:pPr>
        <w:jc w:val="right"/>
        <w:rPr>
          <w:rFonts w:ascii="Arial" w:hAnsi="Arial" w:cs="Arial"/>
          <w:b/>
          <w:bCs/>
          <w:shadow/>
          <w:lang w:val="es-ES"/>
        </w:rPr>
      </w:pPr>
    </w:p>
    <w:p w:rsidR="002E7D1F" w:rsidRPr="009041E9" w:rsidRDefault="002E7D1F" w:rsidP="00B923F2">
      <w:pPr>
        <w:jc w:val="right"/>
        <w:rPr>
          <w:rFonts w:ascii="Arial" w:hAnsi="Arial" w:cs="Arial"/>
          <w:b/>
          <w:bCs/>
          <w:shadow/>
          <w:lang w:val="es-ES"/>
        </w:rPr>
      </w:pPr>
    </w:p>
    <w:p w:rsidR="002E7D1F" w:rsidRPr="009041E9" w:rsidRDefault="002E7D1F" w:rsidP="00791AEB">
      <w:pPr>
        <w:tabs>
          <w:tab w:val="left" w:pos="465"/>
        </w:tabs>
        <w:rPr>
          <w:rFonts w:ascii="Arial" w:hAnsi="Arial" w:cs="Arial"/>
          <w:b/>
          <w:bCs/>
          <w:shadow/>
          <w:lang w:val="es-ES"/>
        </w:rPr>
      </w:pPr>
      <w:r>
        <w:rPr>
          <w:rFonts w:ascii="Arial" w:hAnsi="Arial" w:cs="Arial"/>
          <w:b/>
          <w:bCs/>
          <w:shadow/>
          <w:lang w:val="es-ES"/>
        </w:rPr>
        <w:tab/>
      </w:r>
    </w:p>
    <w:p w:rsidR="002E7D1F" w:rsidRPr="009041E9" w:rsidRDefault="002E7D1F" w:rsidP="00B923F2">
      <w:pPr>
        <w:jc w:val="right"/>
        <w:rPr>
          <w:rFonts w:ascii="Arial" w:hAnsi="Arial" w:cs="Arial"/>
          <w:b/>
          <w:bCs/>
          <w:shadow/>
          <w:lang w:val="es-ES"/>
        </w:rPr>
      </w:pPr>
    </w:p>
    <w:p w:rsidR="002E7D1F" w:rsidRPr="009041E9" w:rsidRDefault="002E7D1F" w:rsidP="00B923F2">
      <w:pPr>
        <w:jc w:val="right"/>
        <w:rPr>
          <w:rFonts w:ascii="Arial" w:hAnsi="Arial" w:cs="Arial"/>
          <w:b/>
          <w:bCs/>
          <w:shadow/>
          <w:lang w:val="es-ES"/>
        </w:rPr>
      </w:pPr>
      <w:r w:rsidRPr="009041E9">
        <w:rPr>
          <w:rFonts w:ascii="Arial" w:hAnsi="Arial" w:cs="Arial"/>
          <w:b/>
          <w:bCs/>
          <w:shadow/>
          <w:lang w:val="es-ES"/>
        </w:rPr>
        <w:t> </w:t>
      </w:r>
    </w:p>
    <w:p w:rsidR="002E7D1F" w:rsidRPr="009041E9" w:rsidRDefault="002E7D1F" w:rsidP="00B923F2">
      <w:pPr>
        <w:jc w:val="right"/>
        <w:rPr>
          <w:rFonts w:ascii="Arial" w:hAnsi="Arial" w:cs="Arial"/>
          <w:b/>
          <w:bCs/>
          <w:sz w:val="32"/>
          <w:szCs w:val="32"/>
          <w:lang w:val="es-ES"/>
        </w:rPr>
      </w:pPr>
      <w:r w:rsidRPr="009041E9">
        <w:rPr>
          <w:rFonts w:ascii="Arial" w:hAnsi="Arial" w:cs="Arial"/>
          <w:b/>
          <w:bCs/>
          <w:shadow/>
          <w:sz w:val="32"/>
          <w:szCs w:val="32"/>
          <w:lang w:val="es-ES"/>
        </w:rPr>
        <w:t>“Vivo el milagro de la música…”</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 xml:space="preserve">“Vengo de una familia bendecida. Vengo de lugares lejanos cargada de experiencias y lecciones de vida; de otros idiomas, otras culturas, de conocer gente maravillosa... Soy resultado de experiencias que me hicieron valorar más la vida y entender que mi verdadero camino es la música. A través de ella aspiro a multiplicar bellos sentimientos entre la gente, despertar pasiones y sueños. </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Deseo que cada nota musical, cada frase se convierta en una inspiración para alguien y que con mis interpretaciones pueda acariciar y alimentar el alma de muchos. Esa soy yo, Norka, y aquí les cuento mi historia:</w:t>
      </w:r>
    </w:p>
    <w:p w:rsidR="002E7D1F" w:rsidRPr="009041E9" w:rsidRDefault="002E7D1F" w:rsidP="00B923F2">
      <w:pPr>
        <w:jc w:val="both"/>
        <w:rPr>
          <w:rFonts w:ascii="Arial" w:hAnsi="Arial" w:cs="Arial"/>
          <w:b/>
          <w:bCs/>
          <w:lang w:val="es-ES"/>
        </w:rPr>
      </w:pPr>
    </w:p>
    <w:p w:rsidR="002E7D1F" w:rsidRPr="009041E9" w:rsidRDefault="002E7D1F" w:rsidP="001D3DCE">
      <w:pPr>
        <w:jc w:val="both"/>
        <w:rPr>
          <w:rFonts w:ascii="Arial" w:hAnsi="Arial" w:cs="Arial"/>
          <w:lang w:val="es-ES"/>
        </w:rPr>
      </w:pPr>
      <w:r w:rsidRPr="009041E9">
        <w:rPr>
          <w:rFonts w:ascii="Arial" w:hAnsi="Arial" w:cs="Arial"/>
          <w:lang w:val="es-ES"/>
        </w:rPr>
        <w:t>Desde muy pequeña, en mi Venezuela natal, me di cuenta que no era como los niños de mi edad, que veían conciertos por televisión y bailaban. ¡Yo quería estar ahí!, del otro lado de la pantalla, en el escenario, emocionando a la audiencia, tener una conexión espiritual con millones a través de una canción.</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 xml:space="preserve">Tenía esa convicción tan aferrada a mí, que me dediqué a formarme con clases especializadas; estudié danza moderna, piano… todo, con tal de conseguir mi objetivo: llegar a ser una artista completa que expresara mi arte desde cualquier vertiente.  </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b/>
          <w:bCs/>
          <w:lang w:val="es-ES"/>
        </w:rPr>
      </w:pPr>
      <w:r w:rsidRPr="009041E9">
        <w:rPr>
          <w:rFonts w:ascii="Arial" w:hAnsi="Arial" w:cs="Arial"/>
          <w:lang w:val="es-ES"/>
        </w:rPr>
        <w:t xml:space="preserve">Pero he tenido influencias de lo más diversas. Por ejemplo, los sonidos y corrientes musicales que me inspiraban desde niña eran los de artistas consagrados como </w:t>
      </w:r>
      <w:r w:rsidRPr="009041E9">
        <w:rPr>
          <w:rFonts w:ascii="Arial" w:hAnsi="Arial" w:cs="Arial"/>
          <w:b/>
          <w:bCs/>
          <w:lang w:val="es-ES"/>
        </w:rPr>
        <w:t xml:space="preserve">Alejandro Sanz, Gloria Estefan, Ricky Martin, Queen, George Michael, </w:t>
      </w:r>
      <w:r w:rsidRPr="009041E9">
        <w:rPr>
          <w:rFonts w:ascii="Arial" w:hAnsi="Arial" w:cs="Arial"/>
          <w:lang w:val="es-ES"/>
        </w:rPr>
        <w:t>entre otros</w:t>
      </w:r>
      <w:r w:rsidRPr="009041E9">
        <w:rPr>
          <w:rFonts w:ascii="Arial" w:hAnsi="Arial" w:cs="Arial"/>
          <w:b/>
          <w:bCs/>
          <w:lang w:val="es-ES"/>
        </w:rPr>
        <w:t>.</w:t>
      </w: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 xml:space="preserve">Como joven inquieta y llena de ímpetu, al concluir el bachillerato, quise viajar a aprender una nueva lengua, pues soy amante de los idiomas. Y así llegué a Francia. </w:t>
      </w: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 xml:space="preserve">Una vez en Europa, me di a la tarea de seguir persiguiendo mi pasión. Recuerdo que todos los días, a cada minuto, mi mente estaba en la música, por lo que busqué algo que me mantuviera en contacto con ella y me uní a una banda local, </w:t>
      </w:r>
      <w:r w:rsidRPr="009041E9">
        <w:rPr>
          <w:rFonts w:ascii="Arial" w:hAnsi="Arial" w:cs="Arial"/>
          <w:b/>
          <w:bCs/>
          <w:lang w:val="es-ES"/>
        </w:rPr>
        <w:t>Bad Moon Rising</w:t>
      </w:r>
      <w:r w:rsidRPr="009041E9">
        <w:rPr>
          <w:rFonts w:ascii="Arial" w:hAnsi="Arial" w:cs="Arial"/>
          <w:lang w:val="es-ES"/>
        </w:rPr>
        <w:t>, tocando funk y rock. Con ella me presenté en muchas tarimas de la región y me sirvió de mucho para mi carrera.</w:t>
      </w: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En el 2007 siento que es tiempo de regresar a vivir a America y solidificar mi sueño. Viajo hasta Estados Unidos y me radico en Miami, donde sigo preparándome vocalmente hasta encontrar una oportunidad.</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Pero en ese periodo también hubo un obstáculo que vencer. Me vi obligada a adelgazar bastante para lucir nuevamente la talla con la que me sentía a gusto. Tuve que enfocarme y tomar la decisión de que necesitaba luchar contra el sobrepeso. Eso fue lo más difícil.</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 xml:space="preserve">Quería sentirme lista física y emocionalmente para realizar todo lo que implica esta carrera. Para que se hagan una idea, cargué 70 libras de más durante mucho tiempo, un equipaje muy pesado que no solamente afectaba mi cuerpo, sino mi espíritu. Pero lo logré. Bajar las últimas 25 libras, fue un proceso muy duro, sin embargo, ha sido una experiencia aleccionadora en la que, a fin de cuentas, y por todas partes, he salido ganando. Hoy puedo contarlo por una sencilla razón: valió la pena. </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Confieso que gracias a este reto superado, quisiera servir de ejemplo a las chicas o chicos que enfrentan una situación similar y que no son pocas.</w:t>
      </w:r>
    </w:p>
    <w:p w:rsidR="002E7D1F" w:rsidRPr="009041E9" w:rsidRDefault="002E7D1F" w:rsidP="00B923F2">
      <w:pPr>
        <w:jc w:val="both"/>
        <w:rPr>
          <w:rFonts w:ascii="Arial" w:hAnsi="Arial" w:cs="Arial"/>
          <w:lang w:val="es-ES"/>
        </w:rPr>
      </w:pPr>
      <w:r w:rsidRPr="009041E9">
        <w:rPr>
          <w:rFonts w:ascii="Arial" w:hAnsi="Arial" w:cs="Arial"/>
          <w:lang w:val="es-ES"/>
        </w:rPr>
        <w:br/>
        <w:t xml:space="preserve">Una vez lista, la oportunidad que esperaba llegó un año después y no pudo ser mejor. Me explico: en una fiesta a la que asistí, me presentaron nada más y nada menos que a </w:t>
      </w:r>
      <w:r w:rsidRPr="009041E9">
        <w:rPr>
          <w:rFonts w:ascii="Arial" w:hAnsi="Arial" w:cs="Arial"/>
          <w:b/>
          <w:bCs/>
          <w:lang w:val="es-ES"/>
        </w:rPr>
        <w:t>Emilio Estefan, Jr.</w:t>
      </w:r>
      <w:r w:rsidRPr="009041E9">
        <w:rPr>
          <w:rFonts w:ascii="Arial" w:hAnsi="Arial" w:cs="Arial"/>
          <w:lang w:val="es-ES"/>
        </w:rPr>
        <w:t xml:space="preserve">, a quien le pude contar, con el corazón en la mano, sobre mis proyectos, y me invitó a su estudio para poder escuchar mi voz  la semana siguiente. </w:t>
      </w: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 xml:space="preserve">Luego de oírme, me dijo que veía cualidades explotables en mi voz, pero me recomendó, para pulirme más a nivel interpretativo, tomar clases de canto, antes de dar el próximo paso. ¡No podía creer que quería trabajar conmigo y que estuviera confiando en mí!  </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 xml:space="preserve">Así que no lo pensé y me puse manos a la obra. Luego de perfeccionar mi órgano vocal con excelentes profesores, volví a verle </w:t>
      </w:r>
      <w:r w:rsidRPr="009041E9">
        <w:rPr>
          <w:rFonts w:ascii="Arial" w:hAnsi="Arial" w:cs="Arial"/>
          <w:lang w:val="es-ES_tradnl"/>
        </w:rPr>
        <w:t>consciente del estilo de música que quería hacer. Al encontrarnos</w:t>
      </w:r>
      <w:r w:rsidRPr="009041E9">
        <w:rPr>
          <w:rFonts w:ascii="Arial" w:hAnsi="Arial" w:cs="Arial"/>
          <w:lang w:val="es-ES"/>
        </w:rPr>
        <w:t xml:space="preserve"> me propuso de inmediato grabar mi disco debut, para el cual nos reunimos con un equipo de grandes productores como Los Hermanos Gaitán, Archie Peña y Luigi Geraldo, entre otros, quienes supieron sacar de mí las mejores interpretaciones vocales. Haber trabajado con semejantes productores es una bendición.</w:t>
      </w: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 xml:space="preserve">Hoy tengo el orgullo de tener el álbum en mis manos, producido por </w:t>
      </w:r>
      <w:r w:rsidRPr="009041E9">
        <w:rPr>
          <w:rFonts w:ascii="Arial" w:hAnsi="Arial" w:cs="Arial"/>
          <w:color w:val="000000"/>
          <w:lang w:val="es-ES_tradnl"/>
        </w:rPr>
        <w:t>Crescent Moon Records bajo</w:t>
      </w:r>
      <w:r w:rsidRPr="009041E9">
        <w:rPr>
          <w:rFonts w:ascii="Arial" w:hAnsi="Arial" w:cs="Arial"/>
          <w:lang w:val="es-ES"/>
        </w:rPr>
        <w:t xml:space="preserve"> el título “Milagro”, y lo defino como una milagrosa realidad.</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Su repertorio está repleto de música moderna, una fusión de géneros R&amp;B y latinos... Un sonido innovador, con un balance entre el blues y el rock and roll. En él cuento todo tipo de historias: de amor, de romances, de alegrías, de corazones partidos y pasiones.</w:t>
      </w:r>
    </w:p>
    <w:p w:rsidR="002E7D1F" w:rsidRPr="009041E9" w:rsidRDefault="002E7D1F" w:rsidP="00337FC1">
      <w:pPr>
        <w:pStyle w:val="NormalWeb"/>
        <w:spacing w:after="180" w:afterAutospacing="0"/>
        <w:jc w:val="both"/>
        <w:rPr>
          <w:rFonts w:ascii="Arial" w:hAnsi="Arial" w:cs="Arial"/>
          <w:lang w:val="es-ES_tradnl"/>
        </w:rPr>
      </w:pPr>
      <w:r w:rsidRPr="009041E9">
        <w:rPr>
          <w:rFonts w:ascii="Arial" w:hAnsi="Arial" w:cs="Arial"/>
          <w:lang w:val="es-ES"/>
        </w:rPr>
        <w:t>Un buen ejemplo de lo que he explicado es el tema que elegimos como primer sencillo, “</w:t>
      </w:r>
      <w:r w:rsidRPr="009041E9">
        <w:rPr>
          <w:rFonts w:ascii="Arial" w:hAnsi="Arial" w:cs="Arial"/>
          <w:lang w:val="es-ES_tradnl"/>
        </w:rPr>
        <w:t xml:space="preserve">Como lo haces tú”. Para mí es una balada muy poderosa, corta venas, impregnada de mucho sentimiento. Con esta maravillosa canción he obtenido una respuesta increíble del público de Europa y </w:t>
      </w:r>
      <w:r w:rsidRPr="009041E9">
        <w:rPr>
          <w:rStyle w:val="yshortcuts"/>
          <w:rFonts w:ascii="Arial" w:hAnsi="Arial" w:cs="Arial"/>
          <w:color w:val="000000"/>
          <w:lang w:val="es-ES_tradnl"/>
        </w:rPr>
        <w:t>Estados Unidos</w:t>
      </w:r>
      <w:r w:rsidRPr="009041E9">
        <w:rPr>
          <w:rFonts w:ascii="Arial" w:hAnsi="Arial" w:cs="Arial"/>
          <w:lang w:val="es-ES_tradnl"/>
        </w:rPr>
        <w:t>, lo que me motiva y me hace entender que llegar hasta aquí ha merecido la pena.</w:t>
      </w:r>
      <w:r w:rsidRPr="009041E9">
        <w:rPr>
          <w:rFonts w:ascii="Arial" w:hAnsi="Arial" w:cs="Arial"/>
          <w:lang w:val="es-ES"/>
        </w:rPr>
        <w:t> </w:t>
      </w:r>
    </w:p>
    <w:p w:rsidR="002E7D1F" w:rsidRPr="009041E9" w:rsidRDefault="002E7D1F" w:rsidP="00B923F2">
      <w:pPr>
        <w:jc w:val="both"/>
        <w:rPr>
          <w:rFonts w:ascii="Arial" w:hAnsi="Arial" w:cs="Arial"/>
          <w:lang w:val="es-ES"/>
        </w:rPr>
      </w:pPr>
      <w:r w:rsidRPr="009041E9">
        <w:rPr>
          <w:rFonts w:ascii="Arial" w:hAnsi="Arial" w:cs="Arial"/>
          <w:lang w:val="es-ES"/>
        </w:rPr>
        <w:t xml:space="preserve">Esta producción es una ilusión cumplida. </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Sé que lo que vivo es apenas el comienzo de un camino que traerá gratas sorpresas, en el que podré conectar con la gente y sus sentimientos y, lo mejor de todo, hacer lo que siempre quise hacer”.</w:t>
      </w:r>
    </w:p>
    <w:p w:rsidR="002E7D1F" w:rsidRPr="009041E9" w:rsidRDefault="002E7D1F" w:rsidP="00B923F2">
      <w:pPr>
        <w:jc w:val="both"/>
        <w:rPr>
          <w:rFonts w:ascii="Arial" w:hAnsi="Arial" w:cs="Arial"/>
          <w:lang w:val="es-ES"/>
        </w:rPr>
      </w:pPr>
    </w:p>
    <w:p w:rsidR="002E7D1F" w:rsidRPr="009041E9" w:rsidRDefault="002E7D1F" w:rsidP="00B923F2">
      <w:pPr>
        <w:jc w:val="both"/>
        <w:rPr>
          <w:rFonts w:ascii="Arial" w:hAnsi="Arial" w:cs="Arial"/>
          <w:lang w:val="es-ES"/>
        </w:rPr>
      </w:pPr>
      <w:r w:rsidRPr="009041E9">
        <w:rPr>
          <w:rFonts w:ascii="Arial" w:hAnsi="Arial" w:cs="Arial"/>
          <w:lang w:val="es-ES"/>
        </w:rPr>
        <w:t> </w:t>
      </w:r>
    </w:p>
    <w:p w:rsidR="002E7D1F" w:rsidRPr="009041E9" w:rsidRDefault="002E7D1F" w:rsidP="00B923F2">
      <w:pPr>
        <w:jc w:val="both"/>
        <w:rPr>
          <w:rFonts w:ascii="Arial" w:hAnsi="Arial" w:cs="Arial"/>
          <w:lang w:val="es-ES"/>
        </w:rPr>
      </w:pPr>
    </w:p>
    <w:p w:rsidR="002E7D1F" w:rsidRPr="009041E9" w:rsidRDefault="002E7D1F" w:rsidP="00B923F2">
      <w:pPr>
        <w:jc w:val="right"/>
        <w:rPr>
          <w:rFonts w:ascii="Arial" w:hAnsi="Arial" w:cs="Arial"/>
          <w:i/>
          <w:iCs/>
          <w:lang w:val="es-ES"/>
        </w:rPr>
      </w:pPr>
      <w:r w:rsidRPr="009041E9">
        <w:rPr>
          <w:rFonts w:ascii="Arial" w:hAnsi="Arial" w:cs="Arial"/>
          <w:i/>
          <w:iCs/>
          <w:lang w:val="es-ES"/>
        </w:rPr>
        <w:t>Junio, 2011</w:t>
      </w:r>
    </w:p>
    <w:p w:rsidR="002E7D1F" w:rsidRPr="009041E9" w:rsidRDefault="002E7D1F" w:rsidP="00B923F2">
      <w:pPr>
        <w:jc w:val="both"/>
        <w:rPr>
          <w:rFonts w:ascii="Arial" w:hAnsi="Arial" w:cs="Arial"/>
          <w:lang w:val="es-ES"/>
        </w:rPr>
      </w:pPr>
    </w:p>
    <w:sectPr w:rsidR="002E7D1F" w:rsidRPr="009041E9" w:rsidSect="009668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D1F" w:rsidRDefault="002E7D1F" w:rsidP="009041E9">
      <w:r>
        <w:separator/>
      </w:r>
    </w:p>
  </w:endnote>
  <w:endnote w:type="continuationSeparator" w:id="0">
    <w:p w:rsidR="002E7D1F" w:rsidRDefault="002E7D1F" w:rsidP="009041E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D1F" w:rsidRDefault="002E7D1F" w:rsidP="009041E9">
      <w:r>
        <w:separator/>
      </w:r>
    </w:p>
  </w:footnote>
  <w:footnote w:type="continuationSeparator" w:id="0">
    <w:p w:rsidR="002E7D1F" w:rsidRDefault="002E7D1F" w:rsidP="009041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3F2"/>
    <w:rsid w:val="000125F2"/>
    <w:rsid w:val="00123AF1"/>
    <w:rsid w:val="001A1552"/>
    <w:rsid w:val="001D3DCE"/>
    <w:rsid w:val="00235BC6"/>
    <w:rsid w:val="00240F90"/>
    <w:rsid w:val="0028719B"/>
    <w:rsid w:val="002C5C44"/>
    <w:rsid w:val="002D4A11"/>
    <w:rsid w:val="002E7D1F"/>
    <w:rsid w:val="00337FC1"/>
    <w:rsid w:val="00365A7F"/>
    <w:rsid w:val="00375778"/>
    <w:rsid w:val="003C3594"/>
    <w:rsid w:val="003D4D74"/>
    <w:rsid w:val="00403224"/>
    <w:rsid w:val="0041504A"/>
    <w:rsid w:val="004E0F30"/>
    <w:rsid w:val="00594168"/>
    <w:rsid w:val="006843CB"/>
    <w:rsid w:val="00711024"/>
    <w:rsid w:val="00791AEB"/>
    <w:rsid w:val="00841A44"/>
    <w:rsid w:val="00870281"/>
    <w:rsid w:val="008B6C91"/>
    <w:rsid w:val="008C268B"/>
    <w:rsid w:val="008F2C92"/>
    <w:rsid w:val="009041E9"/>
    <w:rsid w:val="00942D83"/>
    <w:rsid w:val="00966843"/>
    <w:rsid w:val="00A10EB2"/>
    <w:rsid w:val="00A2185A"/>
    <w:rsid w:val="00AB3F67"/>
    <w:rsid w:val="00AB4642"/>
    <w:rsid w:val="00B40B76"/>
    <w:rsid w:val="00B923F2"/>
    <w:rsid w:val="00BD5C1A"/>
    <w:rsid w:val="00C172D9"/>
    <w:rsid w:val="00CB4F42"/>
    <w:rsid w:val="00CD391D"/>
    <w:rsid w:val="00D07872"/>
    <w:rsid w:val="00D5088E"/>
    <w:rsid w:val="00DB39B0"/>
    <w:rsid w:val="00E272F7"/>
    <w:rsid w:val="00E35625"/>
    <w:rsid w:val="00E64D57"/>
    <w:rsid w:val="00E84AD4"/>
    <w:rsid w:val="00EE03F9"/>
    <w:rsid w:val="00F053B6"/>
    <w:rsid w:val="00F11E20"/>
    <w:rsid w:val="00F77BEC"/>
    <w:rsid w:val="00FF1E25"/>
    <w:rsid w:val="00FF3D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alibri" w:hAnsi="Courier New"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3F2"/>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37FC1"/>
    <w:pPr>
      <w:spacing w:before="100" w:beforeAutospacing="1" w:after="100" w:afterAutospacing="1"/>
    </w:pPr>
    <w:rPr>
      <w:rFonts w:eastAsia="Times New Roman"/>
    </w:rPr>
  </w:style>
  <w:style w:type="character" w:customStyle="1" w:styleId="yshortcuts">
    <w:name w:val="yshortcuts"/>
    <w:basedOn w:val="DefaultParagraphFont"/>
    <w:uiPriority w:val="99"/>
    <w:rsid w:val="00337FC1"/>
  </w:style>
  <w:style w:type="paragraph" w:styleId="Header">
    <w:name w:val="header"/>
    <w:basedOn w:val="Normal"/>
    <w:link w:val="HeaderChar"/>
    <w:uiPriority w:val="99"/>
    <w:semiHidden/>
    <w:rsid w:val="009041E9"/>
    <w:pPr>
      <w:tabs>
        <w:tab w:val="center" w:pos="4680"/>
        <w:tab w:val="right" w:pos="9360"/>
      </w:tabs>
    </w:pPr>
  </w:style>
  <w:style w:type="character" w:customStyle="1" w:styleId="HeaderChar">
    <w:name w:val="Header Char"/>
    <w:basedOn w:val="DefaultParagraphFont"/>
    <w:link w:val="Header"/>
    <w:uiPriority w:val="99"/>
    <w:semiHidden/>
    <w:rsid w:val="009041E9"/>
    <w:rPr>
      <w:rFonts w:ascii="Times New Roman" w:hAnsi="Times New Roman" w:cs="Times New Roman"/>
      <w:sz w:val="24"/>
      <w:szCs w:val="24"/>
    </w:rPr>
  </w:style>
  <w:style w:type="paragraph" w:styleId="Footer">
    <w:name w:val="footer"/>
    <w:basedOn w:val="Normal"/>
    <w:link w:val="FooterChar"/>
    <w:uiPriority w:val="99"/>
    <w:semiHidden/>
    <w:rsid w:val="009041E9"/>
    <w:pPr>
      <w:tabs>
        <w:tab w:val="center" w:pos="4680"/>
        <w:tab w:val="right" w:pos="9360"/>
      </w:tabs>
    </w:pPr>
  </w:style>
  <w:style w:type="character" w:customStyle="1" w:styleId="FooterChar">
    <w:name w:val="Footer Char"/>
    <w:basedOn w:val="DefaultParagraphFont"/>
    <w:link w:val="Footer"/>
    <w:uiPriority w:val="99"/>
    <w:semiHidden/>
    <w:rsid w:val="009041E9"/>
    <w:rPr>
      <w:rFonts w:ascii="Times New Roman" w:hAnsi="Times New Roman" w:cs="Times New Roman"/>
      <w:sz w:val="24"/>
      <w:szCs w:val="24"/>
    </w:rPr>
  </w:style>
  <w:style w:type="paragraph" w:styleId="BalloonText">
    <w:name w:val="Balloon Text"/>
    <w:basedOn w:val="Normal"/>
    <w:link w:val="BalloonTextChar"/>
    <w:uiPriority w:val="99"/>
    <w:semiHidden/>
    <w:rsid w:val="00870281"/>
    <w:rPr>
      <w:rFonts w:ascii="Tahoma" w:hAnsi="Tahoma" w:cs="Tahoma"/>
      <w:sz w:val="16"/>
      <w:szCs w:val="16"/>
    </w:rPr>
  </w:style>
  <w:style w:type="character" w:customStyle="1" w:styleId="BalloonTextChar">
    <w:name w:val="Balloon Text Char"/>
    <w:basedOn w:val="DefaultParagraphFont"/>
    <w:link w:val="BalloonText"/>
    <w:uiPriority w:val="99"/>
    <w:semiHidden/>
    <w:rsid w:val="008702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008665">
      <w:marLeft w:val="0"/>
      <w:marRight w:val="0"/>
      <w:marTop w:val="0"/>
      <w:marBottom w:val="0"/>
      <w:divBdr>
        <w:top w:val="none" w:sz="0" w:space="0" w:color="auto"/>
        <w:left w:val="none" w:sz="0" w:space="0" w:color="auto"/>
        <w:bottom w:val="none" w:sz="0" w:space="0" w:color="auto"/>
        <w:right w:val="none" w:sz="0" w:space="0" w:color="auto"/>
      </w:divBdr>
    </w:div>
    <w:div w:id="24800866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784</Words>
  <Characters>4475</Characters>
  <Application>Microsoft Office Outlook</Application>
  <DocSecurity>0</DocSecurity>
  <Lines>0</Lines>
  <Paragraphs>0</Paragraphs>
  <ScaleCrop>false</ScaleCrop>
  <Company>F&amp;F Media Corp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Norka</dc:title>
  <dc:subject/>
  <dc:creator>Ricardo Gutierrez</dc:creator>
  <cp:keywords/>
  <dc:description/>
  <cp:lastModifiedBy>Herb</cp:lastModifiedBy>
  <cp:revision>2</cp:revision>
  <dcterms:created xsi:type="dcterms:W3CDTF">2011-09-14T01:49:00Z</dcterms:created>
  <dcterms:modified xsi:type="dcterms:W3CDTF">2011-09-14T01:49:00Z</dcterms:modified>
</cp:coreProperties>
</file>